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385E3B53" w:rsidR="00CC7E12" w:rsidRPr="00120BEA" w:rsidRDefault="0008269D" w:rsidP="00120BEA">
      <w:pPr>
        <w:spacing w:after="120"/>
        <w:jc w:val="both"/>
        <w:rPr>
          <w:rFonts w:cstheme="minorHAnsi"/>
          <w:b/>
          <w:bCs/>
          <w:iCs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120BEA" w:rsidRPr="00120BEA">
        <w:rPr>
          <w:rFonts w:cstheme="minorHAnsi"/>
          <w:b/>
          <w:bCs/>
          <w:iCs/>
        </w:rPr>
        <w:t>Wykonanie dokumentacji projektowej i robót budowlanych w branży elektroenergetycznej na terenie działania OŁD w RE Bełchatów w podziale na 3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</w:t>
      </w:r>
      <w:r w:rsidR="00C1563C">
        <w:rPr>
          <w:rFonts w:cstheme="minorHAnsi"/>
          <w:b/>
        </w:rPr>
        <w:t>0087</w:t>
      </w:r>
      <w:r w:rsidRPr="0008269D">
        <w:rPr>
          <w:rFonts w:cstheme="minorHAnsi"/>
          <w:b/>
        </w:rPr>
        <w:t>/202</w:t>
      </w:r>
      <w:r w:rsidR="00C1563C">
        <w:rPr>
          <w:rFonts w:cstheme="minorHAnsi"/>
          <w:b/>
        </w:rPr>
        <w:t>6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Default="00CC7E12" w:rsidP="00B16417">
      <w:pPr>
        <w:spacing w:after="160"/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4F7E87C" w14:textId="77777777" w:rsidR="006F40AD" w:rsidRDefault="006F40AD" w:rsidP="00B16417">
      <w:pPr>
        <w:spacing w:after="160"/>
        <w:jc w:val="both"/>
        <w:rPr>
          <w:rFonts w:cstheme="minorHAnsi"/>
          <w:i/>
        </w:rPr>
      </w:pPr>
    </w:p>
    <w:p w14:paraId="2F3DB4CD" w14:textId="77777777" w:rsidR="006F40AD" w:rsidRDefault="006F40AD" w:rsidP="00B16417">
      <w:pPr>
        <w:spacing w:after="160"/>
        <w:jc w:val="both"/>
        <w:rPr>
          <w:rFonts w:cstheme="minorHAnsi"/>
          <w:i/>
        </w:rPr>
      </w:pPr>
    </w:p>
    <w:p w14:paraId="613480A6" w14:textId="77777777" w:rsidR="006F40AD" w:rsidRPr="00B16417" w:rsidRDefault="006F40AD" w:rsidP="00B16417">
      <w:pPr>
        <w:spacing w:after="160"/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2207DD44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120BE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0087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</w:t>
          </w:r>
          <w:r w:rsidR="00120BE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2EFD"/>
    <w:rsid w:val="000D42BE"/>
    <w:rsid w:val="000D5886"/>
    <w:rsid w:val="000E1564"/>
    <w:rsid w:val="00101BCF"/>
    <w:rsid w:val="001112C2"/>
    <w:rsid w:val="00120BEA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6370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2CB6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02F9"/>
    <w:rsid w:val="006F3B57"/>
    <w:rsid w:val="006F40AD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6CBC"/>
    <w:rsid w:val="00935B17"/>
    <w:rsid w:val="00936AC2"/>
    <w:rsid w:val="00944154"/>
    <w:rsid w:val="00944BEA"/>
    <w:rsid w:val="009454C4"/>
    <w:rsid w:val="0096232C"/>
    <w:rsid w:val="00962604"/>
    <w:rsid w:val="00964A31"/>
    <w:rsid w:val="00965ACD"/>
    <w:rsid w:val="00967DAD"/>
    <w:rsid w:val="00971C8B"/>
    <w:rsid w:val="00971E24"/>
    <w:rsid w:val="00972B41"/>
    <w:rsid w:val="009836D4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73C"/>
    <w:rsid w:val="009E2CB5"/>
    <w:rsid w:val="009E5B5E"/>
    <w:rsid w:val="00A02C84"/>
    <w:rsid w:val="00A148D6"/>
    <w:rsid w:val="00A35D01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1563C"/>
    <w:rsid w:val="00C20678"/>
    <w:rsid w:val="00C224EE"/>
    <w:rsid w:val="00C23F3E"/>
    <w:rsid w:val="00C26BC0"/>
    <w:rsid w:val="00C272AD"/>
    <w:rsid w:val="00C27B9D"/>
    <w:rsid w:val="00C40018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4E6E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0C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5DDC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POST/DYS/OLD/GZ/00087/2026                        </dmsv2SWPP2ObjectNumber>
    <dmsv2SWPP2SumMD5 xmlns="http://schemas.microsoft.com/sharepoint/v3">0358ac6dd289cf365f81c7914fb841d9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24128711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JEUP5JKVCYQC-1092029480-2289</_dlc_DocId>
    <_dlc_DocIdUrl xmlns="a19cb1c7-c5c7-46d4-85ae-d83685407bba">
      <Url>https://swpp2.dms.gkpge.pl/sites/41/_layouts/15/DocIdRedir.aspx?ID=JEUP5JKVCYQC-1092029480-2289</Url>
      <Description>JEUP5JKVCYQC-1092029480-2289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D9D821D-9C46-45BF-9811-AFCEC1A2B19C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02674EA-EF77-4188-87BC-8B44C9304D4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2</Pages>
  <Words>794</Words>
  <Characters>4767</Characters>
  <Application>Microsoft Office Word</Application>
  <DocSecurity>0</DocSecurity>
  <Lines>39</Lines>
  <Paragraphs>11</Paragraphs>
  <ScaleCrop>false</ScaleCrop>
  <Company>PGE Systemy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13</cp:revision>
  <cp:lastPrinted>2024-07-15T11:21:00Z</cp:lastPrinted>
  <dcterms:created xsi:type="dcterms:W3CDTF">2025-11-24T10:47:00Z</dcterms:created>
  <dcterms:modified xsi:type="dcterms:W3CDTF">2026-01-15T10:10:00Z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665c66d0-2024-4271-9872-40f3bc4e161c</vt:lpwstr>
  </property>
</Properties>
</file>